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34852189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</w:t>
      </w:r>
      <w:r w:rsidR="0031280B" w:rsidRPr="00454073">
        <w:rPr>
          <w:b/>
          <w:color w:val="FF5200" w:themeColor="accent2"/>
          <w:sz w:val="36"/>
          <w:szCs w:val="36"/>
        </w:rPr>
        <w:t>veřejné zakázce s názvem „</w:t>
      </w:r>
      <w:proofErr w:type="spellStart"/>
      <w:r w:rsidR="0075124D">
        <w:rPr>
          <w:b/>
          <w:color w:val="FF5200" w:themeColor="accent2"/>
          <w:sz w:val="36"/>
          <w:szCs w:val="36"/>
        </w:rPr>
        <w:t>Virt</w:t>
      </w:r>
      <w:r w:rsidR="009E23B6" w:rsidRPr="00454073">
        <w:rPr>
          <w:b/>
          <w:color w:val="FF5200" w:themeColor="accent2"/>
          <w:sz w:val="36"/>
          <w:szCs w:val="36"/>
        </w:rPr>
        <w:t>ualizace</w:t>
      </w:r>
      <w:proofErr w:type="spellEnd"/>
      <w:r w:rsidR="009E23B6" w:rsidRPr="00454073">
        <w:rPr>
          <w:b/>
          <w:color w:val="FF5200" w:themeColor="accent2"/>
          <w:sz w:val="36"/>
          <w:szCs w:val="36"/>
        </w:rPr>
        <w:t xml:space="preserve"> CDP Přerov</w:t>
      </w:r>
      <w:r w:rsidR="0031280B" w:rsidRPr="00454073">
        <w:rPr>
          <w:b/>
          <w:color w:val="FF5200" w:themeColor="accent2"/>
          <w:sz w:val="36"/>
          <w:szCs w:val="36"/>
        </w:rPr>
        <w:t>“</w:t>
      </w:r>
      <w:r w:rsidR="000128D4" w:rsidRPr="00454073">
        <w:rPr>
          <w:b/>
          <w:color w:val="FF5200" w:themeColor="accent2"/>
          <w:sz w:val="36"/>
          <w:szCs w:val="36"/>
        </w:rPr>
        <w:t xml:space="preserve"> vedené pod </w:t>
      </w:r>
      <w:proofErr w:type="gramStart"/>
      <w:r w:rsidR="000128D4" w:rsidRPr="0045407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proofErr w:type="gramEnd"/>
      <w:r w:rsidR="000128D4" w:rsidRPr="0045407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6A1390" w:rsidRPr="006A139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14443/2022-SŽ-GŘ-O8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10402D8" w14:textId="77777777" w:rsidR="00454073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71EE0FAE" w14:textId="2CC54DDD" w:rsidR="00454073" w:rsidRDefault="00234CE7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6997116" w:history="1">
            <w:r w:rsidR="00454073" w:rsidRPr="00FB62F3">
              <w:rPr>
                <w:rStyle w:val="Hypertextovodkaz"/>
                <w:noProof/>
              </w:rPr>
              <w:t>Kapitola 1.</w:t>
            </w:r>
            <w:r w:rsidR="0045407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54073" w:rsidRPr="00FB62F3">
              <w:rPr>
                <w:rStyle w:val="Hypertextovodkaz"/>
                <w:noProof/>
              </w:rPr>
              <w:t>Základní údaje k nabídce</w:t>
            </w:r>
            <w:r w:rsidR="00454073">
              <w:rPr>
                <w:noProof/>
                <w:webHidden/>
              </w:rPr>
              <w:tab/>
            </w:r>
            <w:r w:rsidR="00454073">
              <w:rPr>
                <w:noProof/>
                <w:webHidden/>
              </w:rPr>
              <w:fldChar w:fldCharType="begin"/>
            </w:r>
            <w:r w:rsidR="00454073">
              <w:rPr>
                <w:noProof/>
                <w:webHidden/>
              </w:rPr>
              <w:instrText xml:space="preserve"> PAGEREF _Toc86997116 \h </w:instrText>
            </w:r>
            <w:r w:rsidR="00454073">
              <w:rPr>
                <w:noProof/>
                <w:webHidden/>
              </w:rPr>
            </w:r>
            <w:r w:rsidR="00454073">
              <w:rPr>
                <w:noProof/>
                <w:webHidden/>
              </w:rPr>
              <w:fldChar w:fldCharType="separate"/>
            </w:r>
            <w:r w:rsidR="00454073">
              <w:rPr>
                <w:noProof/>
                <w:webHidden/>
              </w:rPr>
              <w:t>2</w:t>
            </w:r>
            <w:r w:rsidR="00454073">
              <w:rPr>
                <w:noProof/>
                <w:webHidden/>
              </w:rPr>
              <w:fldChar w:fldCharType="end"/>
            </w:r>
          </w:hyperlink>
        </w:p>
        <w:p w14:paraId="54DC76AD" w14:textId="66EC0499" w:rsidR="00454073" w:rsidRDefault="00234CE7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6997117" w:history="1">
            <w:r w:rsidR="00454073" w:rsidRPr="00FB62F3">
              <w:rPr>
                <w:rStyle w:val="Hypertextovodkaz"/>
                <w:noProof/>
              </w:rPr>
              <w:t>Kapitola 2.</w:t>
            </w:r>
            <w:r w:rsidR="0045407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54073" w:rsidRPr="00FB62F3">
              <w:rPr>
                <w:rStyle w:val="Hypertextovodkaz"/>
                <w:noProof/>
              </w:rPr>
              <w:t>Čestné prohlášení o splnění základní způsobilosti</w:t>
            </w:r>
            <w:r w:rsidR="00454073">
              <w:rPr>
                <w:noProof/>
                <w:webHidden/>
              </w:rPr>
              <w:tab/>
            </w:r>
            <w:r w:rsidR="00454073">
              <w:rPr>
                <w:noProof/>
                <w:webHidden/>
              </w:rPr>
              <w:fldChar w:fldCharType="begin"/>
            </w:r>
            <w:r w:rsidR="00454073">
              <w:rPr>
                <w:noProof/>
                <w:webHidden/>
              </w:rPr>
              <w:instrText xml:space="preserve"> PAGEREF _Toc86997117 \h </w:instrText>
            </w:r>
            <w:r w:rsidR="00454073">
              <w:rPr>
                <w:noProof/>
                <w:webHidden/>
              </w:rPr>
            </w:r>
            <w:r w:rsidR="00454073">
              <w:rPr>
                <w:noProof/>
                <w:webHidden/>
              </w:rPr>
              <w:fldChar w:fldCharType="separate"/>
            </w:r>
            <w:r w:rsidR="00454073">
              <w:rPr>
                <w:noProof/>
                <w:webHidden/>
              </w:rPr>
              <w:t>3</w:t>
            </w:r>
            <w:r w:rsidR="00454073">
              <w:rPr>
                <w:noProof/>
                <w:webHidden/>
              </w:rPr>
              <w:fldChar w:fldCharType="end"/>
            </w:r>
          </w:hyperlink>
        </w:p>
        <w:p w14:paraId="28C1BD6A" w14:textId="0722A495" w:rsidR="00454073" w:rsidRDefault="00234CE7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6997118" w:history="1">
            <w:r w:rsidR="00454073" w:rsidRPr="00FB62F3">
              <w:rPr>
                <w:rStyle w:val="Hypertextovodkaz"/>
                <w:noProof/>
              </w:rPr>
              <w:t>Kapitola 3.</w:t>
            </w:r>
            <w:r w:rsidR="0045407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54073" w:rsidRPr="00FB62F3">
              <w:rPr>
                <w:rStyle w:val="Hypertextovodkaz"/>
                <w:noProof/>
              </w:rPr>
              <w:t>Čestné prohlášení účastníka k neuzavření zakázaných dohod</w:t>
            </w:r>
            <w:r w:rsidR="00454073">
              <w:rPr>
                <w:noProof/>
                <w:webHidden/>
              </w:rPr>
              <w:tab/>
            </w:r>
            <w:r w:rsidR="00454073">
              <w:rPr>
                <w:noProof/>
                <w:webHidden/>
              </w:rPr>
              <w:fldChar w:fldCharType="begin"/>
            </w:r>
            <w:r w:rsidR="00454073">
              <w:rPr>
                <w:noProof/>
                <w:webHidden/>
              </w:rPr>
              <w:instrText xml:space="preserve"> PAGEREF _Toc86997118 \h </w:instrText>
            </w:r>
            <w:r w:rsidR="00454073">
              <w:rPr>
                <w:noProof/>
                <w:webHidden/>
              </w:rPr>
            </w:r>
            <w:r w:rsidR="00454073">
              <w:rPr>
                <w:noProof/>
                <w:webHidden/>
              </w:rPr>
              <w:fldChar w:fldCharType="separate"/>
            </w:r>
            <w:r w:rsidR="00454073">
              <w:rPr>
                <w:noProof/>
                <w:webHidden/>
              </w:rPr>
              <w:t>4</w:t>
            </w:r>
            <w:r w:rsidR="00454073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86997116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7911DEAC" w:rsidR="00A93A74" w:rsidRDefault="00A93A74" w:rsidP="008B1A2C">
      <w:r>
        <w:t>Účastník prohlašuje, že veškeré údaje uvedené v </w:t>
      </w:r>
      <w:r w:rsidRPr="009E23B6">
        <w:t xml:space="preserve">tomto krycím listu, který je přílohou č. </w:t>
      </w:r>
      <w:r w:rsidR="00B87D91" w:rsidRPr="009E23B6">
        <w:t xml:space="preserve">1 </w:t>
      </w:r>
      <w:r w:rsidRPr="009E23B6">
        <w:t>Výzvy k podání nabíd</w:t>
      </w:r>
      <w:r w:rsidR="004C76E9" w:rsidRPr="009E23B6">
        <w:t>ky</w:t>
      </w:r>
      <w:r w:rsidRPr="009E23B6">
        <w:t xml:space="preserve"> na veřejnou zakázku zadávanou</w:t>
      </w:r>
      <w:r w:rsidR="004C76E9" w:rsidRPr="009E23B6">
        <w:t xml:space="preserve"> jako </w:t>
      </w:r>
      <w:r w:rsidR="000128D4" w:rsidRPr="009E23B6">
        <w:rPr>
          <w:rFonts w:eastAsia="Times New Roman" w:cs="Times New Roman"/>
          <w:lang w:eastAsia="cs-CZ"/>
        </w:rPr>
        <w:t>podlimitní sektorovou veřejnou zakázku</w:t>
      </w:r>
      <w:r w:rsidRPr="009E23B6">
        <w:t>, jsou pravdivé</w:t>
      </w:r>
      <w:r w:rsidR="009771C9" w:rsidRPr="009E23B6">
        <w:t>, úplné a odpovídají skutečnosti</w:t>
      </w:r>
      <w:r w:rsidRPr="009E23B6">
        <w:t>. Účastník si je vědom důsledků záměrného uvedení nepravdivých údajů, které v rovině</w:t>
      </w:r>
      <w:r>
        <w:t xml:space="preserve">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35D6EEE9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</w:t>
      </w:r>
      <w:r w:rsidR="00923E00">
        <w:t xml:space="preserve"> DPH</w:t>
      </w:r>
      <w:r w:rsidR="008B1A2C">
        <w:t>:</w:t>
      </w:r>
      <w:r w:rsidR="00923E00">
        <w:t xml:space="preserve"> </w:t>
      </w:r>
      <w:r w:rsidR="00923E00" w:rsidRPr="00923E00">
        <w:rPr>
          <w:highlight w:val="green"/>
        </w:rPr>
        <w:t>XXX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2DFD89A7" w14:textId="77777777" w:rsidR="00234CE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0BCC13C4" w14:textId="77777777" w:rsidR="00234CE7" w:rsidRDefault="00234CE7" w:rsidP="00996617">
      <w:pPr>
        <w:tabs>
          <w:tab w:val="left" w:pos="7125"/>
        </w:tabs>
        <w:spacing w:after="0"/>
      </w:pPr>
    </w:p>
    <w:p w14:paraId="0616786B" w14:textId="77777777" w:rsidR="00234CE7" w:rsidRDefault="00234CE7" w:rsidP="00996617">
      <w:pPr>
        <w:tabs>
          <w:tab w:val="left" w:pos="7125"/>
        </w:tabs>
        <w:spacing w:after="0"/>
      </w:pPr>
    </w:p>
    <w:p w14:paraId="6AF4FE24" w14:textId="77777777" w:rsidR="00234CE7" w:rsidRDefault="00234CE7" w:rsidP="00996617">
      <w:pPr>
        <w:tabs>
          <w:tab w:val="left" w:pos="7125"/>
        </w:tabs>
        <w:spacing w:after="0"/>
      </w:pPr>
    </w:p>
    <w:p w14:paraId="1216738F" w14:textId="77777777" w:rsidR="00234CE7" w:rsidRDefault="00234CE7" w:rsidP="00996617">
      <w:pPr>
        <w:tabs>
          <w:tab w:val="left" w:pos="7125"/>
        </w:tabs>
        <w:spacing w:after="0"/>
      </w:pPr>
    </w:p>
    <w:p w14:paraId="0D6B460E" w14:textId="77777777" w:rsidR="00234CE7" w:rsidRDefault="00234CE7" w:rsidP="00996617">
      <w:pPr>
        <w:tabs>
          <w:tab w:val="left" w:pos="7125"/>
        </w:tabs>
        <w:spacing w:after="0"/>
      </w:pPr>
    </w:p>
    <w:p w14:paraId="3962D0A9" w14:textId="77777777" w:rsidR="00234CE7" w:rsidRDefault="00234CE7" w:rsidP="00996617">
      <w:pPr>
        <w:tabs>
          <w:tab w:val="left" w:pos="7125"/>
        </w:tabs>
        <w:spacing w:after="0"/>
      </w:pPr>
    </w:p>
    <w:p w14:paraId="3A6194EE" w14:textId="77777777" w:rsidR="00234CE7" w:rsidRDefault="00234CE7" w:rsidP="00996617">
      <w:pPr>
        <w:tabs>
          <w:tab w:val="left" w:pos="7125"/>
        </w:tabs>
        <w:spacing w:after="0"/>
      </w:pPr>
    </w:p>
    <w:p w14:paraId="65BD9EE4" w14:textId="77777777" w:rsidR="00234CE7" w:rsidRDefault="00234CE7" w:rsidP="00996617">
      <w:pPr>
        <w:tabs>
          <w:tab w:val="left" w:pos="7125"/>
        </w:tabs>
        <w:spacing w:after="0"/>
      </w:pPr>
    </w:p>
    <w:p w14:paraId="6DEC16CB" w14:textId="77777777" w:rsidR="00234CE7" w:rsidRDefault="00234CE7" w:rsidP="00996617">
      <w:pPr>
        <w:tabs>
          <w:tab w:val="left" w:pos="7125"/>
        </w:tabs>
        <w:spacing w:after="0"/>
      </w:pPr>
    </w:p>
    <w:p w14:paraId="465C5D26" w14:textId="77777777" w:rsidR="00234CE7" w:rsidRDefault="00234CE7" w:rsidP="00996617">
      <w:pPr>
        <w:tabs>
          <w:tab w:val="left" w:pos="7125"/>
        </w:tabs>
        <w:spacing w:after="0"/>
      </w:pPr>
    </w:p>
    <w:p w14:paraId="37B2BFD6" w14:textId="77777777" w:rsidR="00234CE7" w:rsidRDefault="00234CE7" w:rsidP="00996617">
      <w:pPr>
        <w:tabs>
          <w:tab w:val="left" w:pos="7125"/>
        </w:tabs>
        <w:spacing w:after="0"/>
      </w:pPr>
    </w:p>
    <w:p w14:paraId="61FF559A" w14:textId="3ED620BD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234CE7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234CE7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1" w:name="_Toc86997117"/>
      <w:r w:rsidRPr="006E5C6C">
        <w:lastRenderedPageBreak/>
        <w:t>Čestné prohlášení o</w:t>
      </w:r>
      <w:bookmarkStart w:id="2" w:name="_GoBack"/>
      <w:bookmarkEnd w:id="2"/>
      <w:r w:rsidRPr="006E5C6C">
        <w:t xml:space="preserve">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proofErr w:type="gramStart"/>
      <w:r>
        <w:rPr>
          <w:lang w:eastAsia="cs-CZ"/>
        </w:rPr>
        <w:t>účastník</w:t>
      </w:r>
      <w:proofErr w:type="gramEnd"/>
      <w:r>
        <w:rPr>
          <w:lang w:eastAsia="cs-CZ"/>
        </w:rPr>
        <w:t xml:space="preserve">, který podává tuto nabídku, tímto čestně prohlašuje, že není účastníkem, </w:t>
      </w:r>
      <w:proofErr w:type="gramStart"/>
      <w:r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86997118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47F18258" w:rsidR="0031280B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72233C7" w14:textId="1216D1AB" w:rsidR="009E23B6" w:rsidRDefault="009E23B6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0763669" w14:textId="3CF09360" w:rsidR="009E23B6" w:rsidRDefault="009E23B6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7452922E" w14:textId="4E00C151" w:rsidR="009E23B6" w:rsidRDefault="009E23B6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E0510FA" w14:textId="12553774" w:rsidR="009E23B6" w:rsidRDefault="009E23B6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6A3D15EF" w14:textId="77777777" w:rsidR="009E23B6" w:rsidRPr="00A035EA" w:rsidRDefault="009E23B6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61D6CCFD" w14:textId="0E5BB9D2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C0EDB1" w14:textId="77777777" w:rsidR="00946D9F" w:rsidRDefault="00946D9F" w:rsidP="00962258">
      <w:pPr>
        <w:spacing w:after="0" w:line="240" w:lineRule="auto"/>
      </w:pPr>
      <w:r>
        <w:separator/>
      </w:r>
    </w:p>
  </w:endnote>
  <w:endnote w:type="continuationSeparator" w:id="0">
    <w:p w14:paraId="3101EC87" w14:textId="77777777" w:rsidR="00946D9F" w:rsidRDefault="00946D9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02D5E0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34C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34CE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BFCD2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6FCB4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7883A5D6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34C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34CE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D603C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E60A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5B4A8F01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34CE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34CE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0620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0DA01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ED7581" w14:textId="77777777" w:rsidR="00946D9F" w:rsidRDefault="00946D9F" w:rsidP="00962258">
      <w:pPr>
        <w:spacing w:after="0" w:line="240" w:lineRule="auto"/>
      </w:pPr>
      <w:r>
        <w:separator/>
      </w:r>
    </w:p>
  </w:footnote>
  <w:footnote w:type="continuationSeparator" w:id="0">
    <w:p w14:paraId="0825C49B" w14:textId="77777777" w:rsidR="00946D9F" w:rsidRDefault="00946D9F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55"/>
    <w:rsid w:val="00045E47"/>
    <w:rsid w:val="00072C1E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34CE7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5407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1390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5124D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22385"/>
    <w:rsid w:val="009223DF"/>
    <w:rsid w:val="00923DE9"/>
    <w:rsid w:val="00923E00"/>
    <w:rsid w:val="00924ACC"/>
    <w:rsid w:val="00936091"/>
    <w:rsid w:val="00940D8A"/>
    <w:rsid w:val="00946D9F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E23B6"/>
    <w:rsid w:val="009F392E"/>
    <w:rsid w:val="00A07EA0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B1F8CA"/>
  <w15:docId w15:val="{C1305A39-5A56-45D3-8866-2E474BDAB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F78C4CC-4AC7-4610-9E4A-AAFCC9E4B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0</TotalTime>
  <Pages>4</Pages>
  <Words>524</Words>
  <Characters>3098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Herdová Veronika, DiS.</cp:lastModifiedBy>
  <cp:revision>3</cp:revision>
  <cp:lastPrinted>2017-11-28T17:18:00Z</cp:lastPrinted>
  <dcterms:created xsi:type="dcterms:W3CDTF">2022-02-16T08:15:00Z</dcterms:created>
  <dcterms:modified xsi:type="dcterms:W3CDTF">2022-02-16T09:48:00Z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